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14D80" w14:textId="77777777" w:rsidR="007E331F" w:rsidRPr="00E23273" w:rsidRDefault="007E331F" w:rsidP="00193F60">
      <w:pPr>
        <w:pStyle w:val="Nagwek4"/>
        <w:spacing w:before="0" w:after="480"/>
        <w:jc w:val="right"/>
        <w:rPr>
          <w:rFonts w:ascii="Cambria" w:hAnsi="Cambria" w:cs="Arial"/>
          <w:sz w:val="24"/>
          <w:szCs w:val="24"/>
        </w:rPr>
      </w:pPr>
      <w:r w:rsidRPr="00E23273">
        <w:rPr>
          <w:rFonts w:ascii="Cambria" w:hAnsi="Cambria" w:cs="Arial"/>
          <w:b w:val="0"/>
          <w:sz w:val="24"/>
          <w:szCs w:val="24"/>
        </w:rPr>
        <w:t xml:space="preserve">Załącznik nr </w:t>
      </w:r>
      <w:r w:rsidR="00BC3730" w:rsidRPr="00E23273">
        <w:rPr>
          <w:rFonts w:ascii="Cambria" w:hAnsi="Cambria" w:cs="Arial"/>
          <w:sz w:val="24"/>
          <w:szCs w:val="24"/>
        </w:rPr>
        <w:t>1</w:t>
      </w:r>
      <w:r w:rsidRPr="00E23273">
        <w:rPr>
          <w:rFonts w:ascii="Cambria" w:hAnsi="Cambria" w:cs="Arial"/>
          <w:sz w:val="24"/>
          <w:szCs w:val="24"/>
        </w:rPr>
        <w:t xml:space="preserve"> </w:t>
      </w:r>
      <w:r w:rsidRPr="00E2327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E23273" w14:paraId="7C14DB1F" w14:textId="77777777" w:rsidTr="00E23273">
        <w:tc>
          <w:tcPr>
            <w:tcW w:w="8954" w:type="dxa"/>
            <w:shd w:val="clear" w:color="auto" w:fill="F2F2F2"/>
          </w:tcPr>
          <w:p w14:paraId="7CC71245" w14:textId="77777777" w:rsidR="00F31EAC" w:rsidRPr="00E23273" w:rsidRDefault="00E23273" w:rsidP="005844F6">
            <w:pPr>
              <w:pStyle w:val="Nagwek2"/>
              <w:widowControl/>
              <w:spacing w:before="240" w:after="240" w:line="276" w:lineRule="auto"/>
              <w:rPr>
                <w:rFonts w:ascii="Cambria" w:hAnsi="Cambria" w:cs="Arial"/>
                <w:bCs/>
                <w:sz w:val="32"/>
                <w:szCs w:val="32"/>
              </w:rPr>
            </w:pPr>
            <w:r w:rsidRPr="00E23273">
              <w:rPr>
                <w:rFonts w:ascii="Cambria" w:hAnsi="Cambria" w:cs="Arial"/>
                <w:bCs/>
                <w:sz w:val="32"/>
                <w:szCs w:val="32"/>
              </w:rPr>
              <w:t xml:space="preserve">FORMULARZ OFERTY </w:t>
            </w:r>
          </w:p>
        </w:tc>
      </w:tr>
    </w:tbl>
    <w:p w14:paraId="4727306B" w14:textId="77777777" w:rsidR="00E23273" w:rsidRPr="00E23273" w:rsidRDefault="00E23273" w:rsidP="00E23273">
      <w:pPr>
        <w:pStyle w:val="Akapitzlist"/>
        <w:spacing w:line="276" w:lineRule="auto"/>
        <w:ind w:left="567"/>
        <w:jc w:val="right"/>
        <w:rPr>
          <w:rFonts w:ascii="Cambria" w:hAnsi="Cambria"/>
          <w:b/>
          <w:bCs/>
          <w:iCs/>
        </w:rPr>
      </w:pPr>
      <w:bookmarkStart w:id="0" w:name="_Hlk54355398"/>
      <w:bookmarkStart w:id="1" w:name="_Hlk54346687"/>
      <w:bookmarkStart w:id="2" w:name="_Hlk54354939"/>
    </w:p>
    <w:bookmarkEnd w:id="0"/>
    <w:bookmarkEnd w:id="1"/>
    <w:bookmarkEnd w:id="2"/>
    <w:p w14:paraId="78A2EE55" w14:textId="77777777" w:rsidR="00AB0E8F" w:rsidRDefault="00AB0E8F" w:rsidP="00AB0E8F">
      <w:pPr>
        <w:jc w:val="right"/>
        <w:rPr>
          <w:rFonts w:ascii="Cambria" w:hAnsi="Cambria"/>
          <w:b/>
          <w:bCs/>
        </w:rPr>
      </w:pPr>
      <w:r w:rsidRPr="00F821DA">
        <w:rPr>
          <w:rFonts w:ascii="Cambria" w:hAnsi="Cambria"/>
          <w:b/>
          <w:bCs/>
        </w:rPr>
        <w:t xml:space="preserve">Szkoła Podstawowa </w:t>
      </w:r>
    </w:p>
    <w:p w14:paraId="47145A8A" w14:textId="1E6A8CA9" w:rsidR="00AB0E8F" w:rsidRPr="00F821DA" w:rsidRDefault="00AB0E8F" w:rsidP="00AB0E8F">
      <w:pPr>
        <w:jc w:val="right"/>
        <w:rPr>
          <w:rFonts w:ascii="Cambria" w:hAnsi="Cambria"/>
          <w:bCs/>
        </w:rPr>
      </w:pPr>
      <w:r w:rsidRPr="00F821DA">
        <w:rPr>
          <w:rFonts w:ascii="Cambria" w:hAnsi="Cambria"/>
          <w:b/>
          <w:bCs/>
        </w:rPr>
        <w:t xml:space="preserve">im. Marii Konopnickiej w Izbicy, </w:t>
      </w:r>
      <w:r w:rsidRPr="00F821DA">
        <w:rPr>
          <w:rFonts w:ascii="Cambria" w:hAnsi="Cambria"/>
          <w:b/>
          <w:bCs/>
        </w:rPr>
        <w:br/>
      </w:r>
      <w:r w:rsidRPr="00F821DA">
        <w:rPr>
          <w:rFonts w:ascii="Cambria" w:hAnsi="Cambria"/>
          <w:bCs/>
        </w:rPr>
        <w:t>ul, Szkolna 13</w:t>
      </w:r>
    </w:p>
    <w:p w14:paraId="72E23A45" w14:textId="77777777" w:rsidR="00AB0E8F" w:rsidRPr="00F821DA" w:rsidRDefault="00AB0E8F" w:rsidP="00AB0E8F">
      <w:pPr>
        <w:jc w:val="right"/>
        <w:rPr>
          <w:rFonts w:ascii="Cambria" w:hAnsi="Cambria"/>
          <w:bCs/>
        </w:rPr>
      </w:pPr>
      <w:r w:rsidRPr="00F821DA">
        <w:rPr>
          <w:rFonts w:ascii="Cambria" w:hAnsi="Cambria"/>
          <w:bCs/>
        </w:rPr>
        <w:t>22-375 Izbica</w:t>
      </w:r>
    </w:p>
    <w:p w14:paraId="281FA598" w14:textId="77777777" w:rsidR="00140C27" w:rsidRPr="00E23273" w:rsidRDefault="00140C27" w:rsidP="00E23273">
      <w:pPr>
        <w:ind w:left="3969"/>
        <w:jc w:val="right"/>
        <w:rPr>
          <w:rFonts w:ascii="Cambria" w:hAnsi="Cambria" w:cs="Arial"/>
          <w:bCs/>
          <w:sz w:val="18"/>
          <w:szCs w:val="18"/>
        </w:rPr>
      </w:pPr>
      <w:r w:rsidRPr="00E23273">
        <w:rPr>
          <w:rFonts w:ascii="Cambria" w:hAnsi="Cambria" w:cs="Arial"/>
          <w:bCs/>
          <w:sz w:val="18"/>
          <w:szCs w:val="18"/>
        </w:rPr>
        <w:t>……………………………………</w:t>
      </w:r>
    </w:p>
    <w:p w14:paraId="6120926E" w14:textId="77777777" w:rsidR="00140C27" w:rsidRPr="00E23273" w:rsidRDefault="00140C27" w:rsidP="00E23273">
      <w:pPr>
        <w:spacing w:line="360" w:lineRule="auto"/>
        <w:ind w:left="3969"/>
        <w:jc w:val="right"/>
        <w:rPr>
          <w:rFonts w:ascii="Cambria" w:hAnsi="Cambria" w:cs="Arial"/>
        </w:rPr>
      </w:pPr>
      <w:r w:rsidRPr="00E23273">
        <w:rPr>
          <w:rFonts w:ascii="Cambria" w:hAnsi="Cambria" w:cs="Arial"/>
          <w:bCs/>
          <w:sz w:val="18"/>
          <w:szCs w:val="18"/>
        </w:rPr>
        <w:t>[nazwa zamawiającego, adres]</w:t>
      </w:r>
    </w:p>
    <w:p w14:paraId="399E7A7A" w14:textId="77777777" w:rsidR="00F31EAC" w:rsidRPr="00E23273" w:rsidRDefault="002E612D" w:rsidP="00140C27">
      <w:pPr>
        <w:spacing w:before="360" w:after="240" w:line="360" w:lineRule="auto"/>
        <w:jc w:val="both"/>
        <w:rPr>
          <w:rFonts w:ascii="Cambria" w:hAnsi="Cambria" w:cs="Arial"/>
        </w:rPr>
      </w:pPr>
      <w:r w:rsidRPr="00E23273">
        <w:rPr>
          <w:rFonts w:ascii="Cambria" w:hAnsi="Cambria" w:cs="Arial"/>
        </w:rPr>
        <w:t>Nawiązując do</w:t>
      </w:r>
      <w:r w:rsidR="00AA39D6" w:rsidRPr="00E23273">
        <w:rPr>
          <w:rFonts w:ascii="Cambria" w:hAnsi="Cambria" w:cs="Arial"/>
        </w:rPr>
        <w:t xml:space="preserve"> toczącego się </w:t>
      </w:r>
      <w:r w:rsidRPr="00E23273">
        <w:rPr>
          <w:rFonts w:ascii="Cambria" w:hAnsi="Cambria" w:cs="Arial"/>
        </w:rPr>
        <w:t>postępowania o udzielenie zamówienia publicznego</w:t>
      </w:r>
      <w:r w:rsidR="00140C27" w:rsidRPr="00E23273">
        <w:rPr>
          <w:rFonts w:ascii="Cambria" w:hAnsi="Cambria" w:cs="Arial"/>
        </w:rPr>
        <w:t>:</w:t>
      </w:r>
    </w:p>
    <w:tbl>
      <w:tblPr>
        <w:tblW w:w="0" w:type="auto"/>
        <w:tblInd w:w="108" w:type="dxa"/>
        <w:tblLook w:val="04A0" w:firstRow="1" w:lastRow="0" w:firstColumn="1" w:lastColumn="0" w:noHBand="0" w:noVBand="1"/>
      </w:tblPr>
      <w:tblGrid>
        <w:gridCol w:w="2248"/>
        <w:gridCol w:w="6716"/>
      </w:tblGrid>
      <w:tr w:rsidR="00140C27" w:rsidRPr="00E23273" w14:paraId="5933CACA" w14:textId="77777777" w:rsidTr="00E32DF6">
        <w:trPr>
          <w:trHeight w:val="1443"/>
        </w:trPr>
        <w:tc>
          <w:tcPr>
            <w:tcW w:w="2248" w:type="dxa"/>
          </w:tcPr>
          <w:p w14:paraId="0FCD5F1C" w14:textId="77777777" w:rsidR="00140C27" w:rsidRPr="00E23273" w:rsidRDefault="00140C27" w:rsidP="00140C27">
            <w:pPr>
              <w:tabs>
                <w:tab w:val="center" w:pos="4536"/>
                <w:tab w:val="right" w:pos="9072"/>
              </w:tabs>
              <w:spacing w:line="360" w:lineRule="auto"/>
              <w:ind w:left="-105"/>
              <w:jc w:val="both"/>
              <w:rPr>
                <w:rFonts w:ascii="Cambria" w:hAnsi="Cambria" w:cs="Arial"/>
              </w:rPr>
            </w:pPr>
            <w:r w:rsidRPr="00E23273">
              <w:rPr>
                <w:rFonts w:ascii="Cambria" w:hAnsi="Cambria" w:cs="Arial"/>
              </w:rPr>
              <w:t>Nazwa zamówienia:</w:t>
            </w:r>
          </w:p>
        </w:tc>
        <w:tc>
          <w:tcPr>
            <w:tcW w:w="6716" w:type="dxa"/>
          </w:tcPr>
          <w:p w14:paraId="54C65EE8" w14:textId="0860EFDB" w:rsidR="00140C27" w:rsidRPr="00E23273" w:rsidRDefault="00BC3730" w:rsidP="00140C27">
            <w:pPr>
              <w:tabs>
                <w:tab w:val="center" w:pos="4536"/>
                <w:tab w:val="right" w:pos="9072"/>
              </w:tabs>
              <w:spacing w:line="360" w:lineRule="auto"/>
              <w:jc w:val="both"/>
              <w:rPr>
                <w:rFonts w:ascii="Cambria" w:hAnsi="Cambria" w:cs="Arial"/>
                <w:bCs/>
              </w:rPr>
            </w:pPr>
            <w:r w:rsidRPr="00E23273">
              <w:rPr>
                <w:rFonts w:ascii="Cambria" w:hAnsi="Cambria" w:cs="Arial"/>
                <w:bCs/>
              </w:rPr>
              <w:t>Sukcesywna dostawa artykułów żywnościowych do stołówki szkolnej w 202</w:t>
            </w:r>
            <w:r w:rsidR="00E32DF6">
              <w:rPr>
                <w:rFonts w:ascii="Cambria" w:hAnsi="Cambria" w:cs="Arial"/>
                <w:bCs/>
              </w:rPr>
              <w:t>6</w:t>
            </w:r>
            <w:r w:rsidRPr="00E23273">
              <w:rPr>
                <w:rFonts w:ascii="Cambria" w:hAnsi="Cambria" w:cs="Arial"/>
                <w:bCs/>
              </w:rPr>
              <w:t>r. dla Szkoły Podstawowej im. Marii Konopnickiej w Izbicy</w:t>
            </w:r>
            <w:r w:rsidR="00140C27" w:rsidRPr="00E23273">
              <w:rPr>
                <w:rFonts w:ascii="Cambria" w:hAnsi="Cambria" w:cs="Arial"/>
                <w:bCs/>
              </w:rPr>
              <w:t>.</w:t>
            </w:r>
          </w:p>
        </w:tc>
      </w:tr>
      <w:tr w:rsidR="00BC3730" w:rsidRPr="00E23273" w14:paraId="447D2A40" w14:textId="77777777" w:rsidTr="00E32DF6">
        <w:tc>
          <w:tcPr>
            <w:tcW w:w="2248" w:type="dxa"/>
          </w:tcPr>
          <w:p w14:paraId="32F77F6D" w14:textId="77777777" w:rsidR="00BC3730" w:rsidRPr="00E23273" w:rsidRDefault="00BC3730" w:rsidP="00E23273">
            <w:pPr>
              <w:tabs>
                <w:tab w:val="center" w:pos="4536"/>
                <w:tab w:val="right" w:pos="9072"/>
              </w:tabs>
              <w:spacing w:line="360" w:lineRule="auto"/>
              <w:ind w:left="-105" w:right="-115"/>
              <w:jc w:val="both"/>
              <w:rPr>
                <w:rFonts w:ascii="Cambria" w:hAnsi="Cambria" w:cs="Arial"/>
              </w:rPr>
            </w:pPr>
            <w:r w:rsidRPr="00E23273">
              <w:rPr>
                <w:rFonts w:ascii="Cambria" w:hAnsi="Cambria" w:cs="Arial"/>
              </w:rPr>
              <w:t>Numer referencyjny:</w:t>
            </w:r>
          </w:p>
        </w:tc>
        <w:tc>
          <w:tcPr>
            <w:tcW w:w="6716" w:type="dxa"/>
          </w:tcPr>
          <w:p w14:paraId="5BE03C7B" w14:textId="5AFBF7B0" w:rsidR="00BC3730" w:rsidRPr="00E23273" w:rsidRDefault="00E32DF6" w:rsidP="00E23273">
            <w:pPr>
              <w:tabs>
                <w:tab w:val="center" w:pos="4536"/>
                <w:tab w:val="right" w:pos="9072"/>
              </w:tabs>
              <w:spacing w:line="360" w:lineRule="auto"/>
              <w:jc w:val="both"/>
              <w:rPr>
                <w:rFonts w:ascii="Cambria" w:hAnsi="Cambria" w:cs="Arial"/>
                <w:bCs/>
              </w:rPr>
            </w:pPr>
            <w:r>
              <w:rPr>
                <w:rFonts w:ascii="Cambria" w:hAnsi="Cambria" w:cs="Arial"/>
                <w:bCs/>
              </w:rPr>
              <w:t>…………………………….</w:t>
            </w:r>
          </w:p>
        </w:tc>
      </w:tr>
    </w:tbl>
    <w:p w14:paraId="207AF094" w14:textId="77777777" w:rsidR="00E32DF6" w:rsidRPr="006306F3" w:rsidRDefault="00E32DF6" w:rsidP="00E32DF6">
      <w:pPr>
        <w:spacing w:before="240" w:after="240" w:line="276" w:lineRule="auto"/>
        <w:jc w:val="both"/>
        <w:rPr>
          <w:rFonts w:ascii="Cambria" w:hAnsi="Cambria" w:cs="Arial"/>
        </w:rPr>
      </w:pPr>
      <w:r w:rsidRPr="006306F3">
        <w:rPr>
          <w:rFonts w:ascii="Cambria" w:hAnsi="Cambria" w:cs="Arial"/>
        </w:rPr>
        <w:t>Ja/my niżej podpisani:</w:t>
      </w:r>
    </w:p>
    <w:p w14:paraId="276C3330" w14:textId="77777777" w:rsidR="00E32DF6" w:rsidRPr="006306F3" w:rsidRDefault="00E32DF6" w:rsidP="00E32DF6">
      <w:pPr>
        <w:jc w:val="both"/>
        <w:rPr>
          <w:rFonts w:ascii="Cambria" w:hAnsi="Cambria" w:cs="Arial"/>
          <w:bCs/>
          <w:sz w:val="18"/>
          <w:szCs w:val="18"/>
        </w:rPr>
      </w:pPr>
      <w:r w:rsidRPr="006306F3">
        <w:rPr>
          <w:rFonts w:ascii="Cambria" w:hAnsi="Cambria" w:cs="Arial"/>
          <w:bCs/>
          <w:sz w:val="18"/>
          <w:szCs w:val="18"/>
        </w:rPr>
        <w:t>…………………………………………………………………………………………………………….………………………</w:t>
      </w:r>
    </w:p>
    <w:p w14:paraId="7CF46E9B" w14:textId="77777777" w:rsidR="00E32DF6" w:rsidRPr="006306F3" w:rsidRDefault="00E32DF6" w:rsidP="00E32DF6">
      <w:pPr>
        <w:spacing w:line="360" w:lineRule="auto"/>
        <w:jc w:val="both"/>
        <w:rPr>
          <w:rFonts w:ascii="Cambria" w:hAnsi="Cambria" w:cs="Arial"/>
        </w:rPr>
      </w:pPr>
      <w:r w:rsidRPr="006306F3">
        <w:rPr>
          <w:rFonts w:ascii="Cambria" w:hAnsi="Cambria" w:cs="Arial"/>
          <w:bCs/>
          <w:sz w:val="18"/>
          <w:szCs w:val="18"/>
        </w:rPr>
        <w:t>[imię, nazwisko, podstawa do reprezentacji]</w:t>
      </w:r>
    </w:p>
    <w:p w14:paraId="48443D06" w14:textId="77777777" w:rsidR="00E32DF6" w:rsidRPr="006306F3" w:rsidRDefault="00E32DF6" w:rsidP="00E32DF6">
      <w:pPr>
        <w:spacing w:before="120" w:after="120" w:line="360" w:lineRule="auto"/>
        <w:jc w:val="both"/>
        <w:rPr>
          <w:rFonts w:ascii="Cambria" w:hAnsi="Cambria" w:cs="Arial"/>
        </w:rPr>
      </w:pPr>
      <w:r w:rsidRPr="006306F3">
        <w:rPr>
          <w:rFonts w:ascii="Cambria" w:hAnsi="Cambria" w:cs="Arial"/>
        </w:rPr>
        <w:t>działając w imieniu i na rzecz:</w:t>
      </w:r>
    </w:p>
    <w:p w14:paraId="7CE5EDD0" w14:textId="77777777" w:rsidR="00E32DF6" w:rsidRPr="006306F3" w:rsidRDefault="00E32DF6" w:rsidP="00E32DF6">
      <w:pPr>
        <w:spacing w:after="60"/>
        <w:rPr>
          <w:rFonts w:ascii="Cambria" w:hAnsi="Cambria" w:cs="Arial"/>
          <w:b/>
          <w:sz w:val="22"/>
          <w:szCs w:val="22"/>
        </w:rPr>
      </w:pPr>
      <w:r w:rsidRPr="006306F3">
        <w:rPr>
          <w:rFonts w:ascii="Cambria" w:hAnsi="Cambria" w:cs="Arial"/>
          <w:b/>
        </w:rPr>
        <w:t>Nazwa i adres Wykonawcy</w:t>
      </w:r>
    </w:p>
    <w:p w14:paraId="1BE12E37" w14:textId="77777777" w:rsidR="00E32DF6" w:rsidRPr="006306F3" w:rsidRDefault="00E32DF6" w:rsidP="00E32DF6">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E32DF6" w:rsidRPr="006306F3" w14:paraId="38AB3A2D" w14:textId="77777777" w:rsidTr="00976B44">
        <w:trPr>
          <w:trHeight w:val="333"/>
        </w:trPr>
        <w:tc>
          <w:tcPr>
            <w:tcW w:w="2436" w:type="dxa"/>
            <w:vAlign w:val="center"/>
          </w:tcPr>
          <w:p w14:paraId="28B6ABF4"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02EF7D6C" w14:textId="77777777" w:rsidR="00E32DF6" w:rsidRPr="006306F3" w:rsidRDefault="00E32DF6" w:rsidP="00976B44">
            <w:pPr>
              <w:pStyle w:val="Akapitzlist"/>
              <w:autoSpaceDE w:val="0"/>
              <w:autoSpaceDN w:val="0"/>
              <w:adjustRightInd w:val="0"/>
              <w:spacing w:before="60" w:after="60"/>
              <w:ind w:left="0"/>
              <w:rPr>
                <w:rFonts w:ascii="Cambria" w:hAnsi="Cambria" w:cs="Arial"/>
              </w:rPr>
            </w:pPr>
          </w:p>
        </w:tc>
      </w:tr>
      <w:tr w:rsidR="00E32DF6" w:rsidRPr="006306F3" w14:paraId="335F0F01" w14:textId="77777777" w:rsidTr="00976B44">
        <w:trPr>
          <w:trHeight w:val="339"/>
        </w:trPr>
        <w:tc>
          <w:tcPr>
            <w:tcW w:w="2436" w:type="dxa"/>
            <w:vAlign w:val="center"/>
          </w:tcPr>
          <w:p w14:paraId="1BE3B50E"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09A5A95D" w14:textId="77777777" w:rsidR="00E32DF6" w:rsidRPr="006306F3" w:rsidRDefault="00E32DF6" w:rsidP="00976B44">
            <w:pPr>
              <w:pStyle w:val="Akapitzlist"/>
              <w:autoSpaceDE w:val="0"/>
              <w:autoSpaceDN w:val="0"/>
              <w:adjustRightInd w:val="0"/>
              <w:spacing w:before="60" w:after="60"/>
              <w:ind w:left="0"/>
              <w:rPr>
                <w:rFonts w:ascii="Cambria" w:hAnsi="Cambria" w:cs="Arial"/>
              </w:rPr>
            </w:pPr>
          </w:p>
        </w:tc>
      </w:tr>
      <w:tr w:rsidR="00E32DF6" w:rsidRPr="006306F3" w14:paraId="3189EF29" w14:textId="77777777" w:rsidTr="00976B44">
        <w:trPr>
          <w:trHeight w:val="373"/>
        </w:trPr>
        <w:tc>
          <w:tcPr>
            <w:tcW w:w="2436" w:type="dxa"/>
            <w:vAlign w:val="center"/>
          </w:tcPr>
          <w:p w14:paraId="60CF785F"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1249BAA4" w14:textId="77777777" w:rsidR="00E32DF6" w:rsidRPr="006306F3" w:rsidRDefault="00E32DF6" w:rsidP="00976B44">
            <w:pPr>
              <w:pStyle w:val="Akapitzlist"/>
              <w:autoSpaceDE w:val="0"/>
              <w:autoSpaceDN w:val="0"/>
              <w:adjustRightInd w:val="0"/>
              <w:spacing w:before="60" w:after="60"/>
              <w:ind w:left="0"/>
              <w:rPr>
                <w:rFonts w:ascii="Cambria" w:hAnsi="Cambria" w:cs="Arial"/>
              </w:rPr>
            </w:pPr>
          </w:p>
        </w:tc>
      </w:tr>
      <w:tr w:rsidR="00E32DF6" w:rsidRPr="006306F3" w14:paraId="5AEBD4B0" w14:textId="77777777" w:rsidTr="00976B44">
        <w:trPr>
          <w:trHeight w:val="405"/>
        </w:trPr>
        <w:tc>
          <w:tcPr>
            <w:tcW w:w="2436" w:type="dxa"/>
            <w:vAlign w:val="center"/>
          </w:tcPr>
          <w:p w14:paraId="13A8B99C"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4AE5549C" w14:textId="77777777" w:rsidR="00E32DF6" w:rsidRPr="006306F3" w:rsidRDefault="00E32DF6" w:rsidP="00976B44">
            <w:pPr>
              <w:pStyle w:val="Akapitzlist"/>
              <w:autoSpaceDE w:val="0"/>
              <w:autoSpaceDN w:val="0"/>
              <w:adjustRightInd w:val="0"/>
              <w:spacing w:before="60" w:after="60"/>
              <w:ind w:left="0"/>
              <w:rPr>
                <w:rFonts w:ascii="Cambria" w:hAnsi="Cambria" w:cs="Arial"/>
              </w:rPr>
            </w:pPr>
          </w:p>
        </w:tc>
      </w:tr>
      <w:tr w:rsidR="00E32DF6" w:rsidRPr="006306F3" w14:paraId="43D4082D" w14:textId="77777777" w:rsidTr="00976B44">
        <w:trPr>
          <w:trHeight w:val="405"/>
        </w:trPr>
        <w:tc>
          <w:tcPr>
            <w:tcW w:w="2436" w:type="dxa"/>
            <w:vAlign w:val="center"/>
          </w:tcPr>
          <w:p w14:paraId="244B52FC"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78BB485D" w14:textId="77777777" w:rsidR="00E32DF6" w:rsidRPr="006306F3" w:rsidRDefault="00E32DF6" w:rsidP="00976B44">
            <w:pPr>
              <w:pStyle w:val="Akapitzlist"/>
              <w:autoSpaceDE w:val="0"/>
              <w:autoSpaceDN w:val="0"/>
              <w:adjustRightInd w:val="0"/>
              <w:spacing w:before="60" w:after="60"/>
              <w:ind w:left="0"/>
              <w:rPr>
                <w:rFonts w:ascii="Cambria" w:hAnsi="Cambria" w:cs="Arial"/>
              </w:rPr>
            </w:pPr>
          </w:p>
        </w:tc>
      </w:tr>
      <w:tr w:rsidR="00E32DF6" w:rsidRPr="006306F3" w14:paraId="0761BAE8" w14:textId="77777777" w:rsidTr="00976B44">
        <w:trPr>
          <w:trHeight w:val="405"/>
        </w:trPr>
        <w:tc>
          <w:tcPr>
            <w:tcW w:w="2436" w:type="dxa"/>
            <w:vAlign w:val="center"/>
          </w:tcPr>
          <w:p w14:paraId="384A91DF" w14:textId="77777777" w:rsidR="00E32DF6" w:rsidRPr="006306F3" w:rsidRDefault="00E32DF6" w:rsidP="00976B44">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1FCAE497"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45B040C2"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5B12C65"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4900D0F8"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3F5D8F5D"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0351B164" w14:textId="77777777" w:rsidR="00E32DF6" w:rsidRPr="006306F3" w:rsidRDefault="00E32DF6" w:rsidP="00976B44">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700EEB31" w14:textId="77777777" w:rsidR="00E32DF6" w:rsidRPr="006306F3" w:rsidRDefault="00E32DF6" w:rsidP="00976B44">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E32DF6" w:rsidRPr="006306F3" w14:paraId="7B6CFBA6" w14:textId="77777777" w:rsidTr="00976B44">
        <w:trPr>
          <w:trHeight w:val="405"/>
        </w:trPr>
        <w:tc>
          <w:tcPr>
            <w:tcW w:w="2436" w:type="dxa"/>
            <w:vAlign w:val="center"/>
          </w:tcPr>
          <w:p w14:paraId="4B4C0350" w14:textId="77777777" w:rsidR="00E32DF6" w:rsidRPr="006306F3" w:rsidRDefault="00E32DF6" w:rsidP="00976B44">
            <w:pPr>
              <w:rPr>
                <w:rFonts w:ascii="Cambria" w:hAnsi="Cambria"/>
                <w:b/>
              </w:rPr>
            </w:pPr>
            <w:r w:rsidRPr="006306F3">
              <w:rPr>
                <w:rFonts w:ascii="Cambria" w:hAnsi="Cambria"/>
                <w:b/>
              </w:rPr>
              <w:lastRenderedPageBreak/>
              <w:t>Forma składania oferty</w:t>
            </w:r>
          </w:p>
          <w:p w14:paraId="3E27F445" w14:textId="77777777" w:rsidR="00E32DF6" w:rsidRPr="006306F3" w:rsidRDefault="00E32DF6" w:rsidP="00976B44">
            <w:pPr>
              <w:autoSpaceDE w:val="0"/>
              <w:autoSpaceDN w:val="0"/>
              <w:adjustRightInd w:val="0"/>
              <w:spacing w:before="60" w:after="60"/>
              <w:rPr>
                <w:rFonts w:ascii="Cambria" w:eastAsia="Calibri" w:hAnsi="Cambria" w:cs="Arial"/>
              </w:rPr>
            </w:pPr>
          </w:p>
        </w:tc>
        <w:tc>
          <w:tcPr>
            <w:tcW w:w="6518" w:type="dxa"/>
          </w:tcPr>
          <w:p w14:paraId="1DD2DD99" w14:textId="77777777" w:rsidR="00E32DF6" w:rsidRPr="006306F3" w:rsidRDefault="00E32DF6" w:rsidP="00976B44">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3D8C0AF4" w14:textId="77777777" w:rsidR="00E32DF6" w:rsidRPr="006306F3" w:rsidRDefault="00E32DF6" w:rsidP="00976B44">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wspólnie* z :</w:t>
            </w:r>
          </w:p>
          <w:p w14:paraId="408CFA59" w14:textId="77777777" w:rsidR="00E32DF6" w:rsidRPr="006306F3" w:rsidRDefault="00E32DF6" w:rsidP="00976B44">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1EFF0EE9" w14:textId="77777777" w:rsidR="00E32DF6" w:rsidRPr="006306F3" w:rsidRDefault="00E32DF6" w:rsidP="00E32DF6">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39EBC102" w14:textId="2BD5B834" w:rsidR="00E32DF6" w:rsidRPr="006306F3" w:rsidRDefault="00E8752D" w:rsidP="00E32DF6">
      <w:pPr>
        <w:spacing w:line="360" w:lineRule="auto"/>
        <w:jc w:val="both"/>
        <w:rPr>
          <w:rFonts w:ascii="Cambria" w:hAnsi="Cambria"/>
          <w:b/>
        </w:rPr>
      </w:pPr>
      <w:r>
        <w:rPr>
          <w:rFonts w:ascii="Cambria" w:hAnsi="Cambria"/>
          <w:b/>
        </w:rPr>
        <w:t xml:space="preserve">Imię, nazwisko </w:t>
      </w:r>
      <w:r w:rsidR="008779ED">
        <w:rPr>
          <w:rFonts w:ascii="Cambria" w:hAnsi="Cambria"/>
          <w:b/>
        </w:rPr>
        <w:t>…………………….</w:t>
      </w:r>
    </w:p>
    <w:p w14:paraId="634BEA35" w14:textId="655D0DA2" w:rsidR="00E8752D" w:rsidRDefault="00E8752D" w:rsidP="00E32DF6">
      <w:pPr>
        <w:spacing w:line="360" w:lineRule="auto"/>
        <w:jc w:val="both"/>
        <w:rPr>
          <w:rFonts w:ascii="Cambria" w:hAnsi="Cambria"/>
          <w:b/>
        </w:rPr>
      </w:pPr>
      <w:r>
        <w:rPr>
          <w:rFonts w:ascii="Cambria" w:hAnsi="Cambria"/>
          <w:b/>
        </w:rPr>
        <w:t xml:space="preserve">Telefon </w:t>
      </w:r>
      <w:r w:rsidR="008779ED">
        <w:rPr>
          <w:rFonts w:ascii="Cambria" w:hAnsi="Cambria"/>
          <w:b/>
        </w:rPr>
        <w:t>…………………….</w:t>
      </w:r>
    </w:p>
    <w:p w14:paraId="69500168" w14:textId="0637ECF7" w:rsidR="00E32DF6" w:rsidRPr="006306F3" w:rsidRDefault="00E8752D" w:rsidP="00E32DF6">
      <w:pPr>
        <w:spacing w:line="360" w:lineRule="auto"/>
        <w:jc w:val="both"/>
        <w:rPr>
          <w:rFonts w:ascii="Cambria" w:hAnsi="Cambria"/>
          <w:b/>
        </w:rPr>
      </w:pPr>
      <w:r>
        <w:rPr>
          <w:rFonts w:ascii="Cambria" w:hAnsi="Cambria"/>
          <w:b/>
        </w:rPr>
        <w:t xml:space="preserve">e-mail </w:t>
      </w:r>
      <w:r w:rsidR="008779ED">
        <w:rPr>
          <w:rFonts w:ascii="Cambria" w:hAnsi="Cambria"/>
          <w:b/>
        </w:rPr>
        <w:t>…………………</w:t>
      </w:r>
    </w:p>
    <w:p w14:paraId="3D52DB15" w14:textId="77777777" w:rsidR="00E32DF6" w:rsidRPr="006306F3" w:rsidRDefault="00E32DF6" w:rsidP="00E32DF6">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2EAB887A" w14:textId="77777777" w:rsidR="00E32DF6" w:rsidRPr="006306F3" w:rsidRDefault="00E32DF6" w:rsidP="00E32DF6">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059F6D9E" w14:textId="77777777" w:rsidR="00E32DF6" w:rsidRPr="006306F3" w:rsidRDefault="00E32DF6" w:rsidP="00E32DF6">
      <w:pPr>
        <w:spacing w:line="360" w:lineRule="auto"/>
        <w:jc w:val="both"/>
        <w:rPr>
          <w:rFonts w:ascii="Cambria" w:hAnsi="Cambria"/>
          <w:b/>
        </w:rPr>
      </w:pPr>
      <w:r w:rsidRPr="006306F3">
        <w:rPr>
          <w:rFonts w:ascii="Cambria" w:hAnsi="Cambria"/>
          <w:b/>
        </w:rPr>
        <w:t>Imię, nazwisko…………………………….</w:t>
      </w:r>
    </w:p>
    <w:p w14:paraId="503CE9D7" w14:textId="77777777" w:rsidR="00E32DF6" w:rsidRPr="006306F3" w:rsidRDefault="00E32DF6" w:rsidP="00E32DF6">
      <w:pPr>
        <w:spacing w:line="360" w:lineRule="auto"/>
        <w:jc w:val="both"/>
        <w:rPr>
          <w:rFonts w:ascii="Cambria" w:hAnsi="Cambria"/>
          <w:b/>
        </w:rPr>
      </w:pPr>
      <w:r w:rsidRPr="006306F3">
        <w:rPr>
          <w:rFonts w:ascii="Cambria" w:hAnsi="Cambria"/>
          <w:b/>
        </w:rPr>
        <w:t>Telefon………………………..</w:t>
      </w:r>
    </w:p>
    <w:p w14:paraId="4BE3B3B9" w14:textId="77777777" w:rsidR="00E32DF6" w:rsidRPr="006306F3" w:rsidRDefault="00E32DF6" w:rsidP="00E32DF6">
      <w:pPr>
        <w:spacing w:line="360" w:lineRule="auto"/>
        <w:jc w:val="both"/>
        <w:rPr>
          <w:rFonts w:ascii="Cambria" w:hAnsi="Cambria"/>
          <w:b/>
        </w:rPr>
      </w:pPr>
      <w:r w:rsidRPr="006306F3">
        <w:rPr>
          <w:rFonts w:ascii="Cambria" w:hAnsi="Cambria"/>
          <w:b/>
        </w:rPr>
        <w:t>e-mail………………………….</w:t>
      </w:r>
    </w:p>
    <w:p w14:paraId="79729925" w14:textId="77777777" w:rsidR="00E32DF6" w:rsidRPr="006306F3" w:rsidRDefault="00E32DF6" w:rsidP="00E32DF6">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3C6A1195" w14:textId="77777777" w:rsidR="00E32DF6" w:rsidRPr="006306F3" w:rsidRDefault="00E32DF6" w:rsidP="00E32DF6">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4C3165C2" w14:textId="77777777" w:rsidR="00E32DF6" w:rsidRDefault="00E32DF6" w:rsidP="00E32DF6">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p w14:paraId="6E532EDA" w14:textId="77777777" w:rsidR="006D09E0" w:rsidRPr="00E23273"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E23273" w14:paraId="74989A43" w14:textId="77777777" w:rsidTr="00ED4154">
        <w:trPr>
          <w:trHeight w:val="704"/>
        </w:trPr>
        <w:tc>
          <w:tcPr>
            <w:tcW w:w="1276" w:type="dxa"/>
            <w:vAlign w:val="center"/>
          </w:tcPr>
          <w:p w14:paraId="08395783" w14:textId="77777777" w:rsidR="007F3E87" w:rsidRPr="00E23273" w:rsidRDefault="001129C0" w:rsidP="001129C0">
            <w:pPr>
              <w:jc w:val="center"/>
              <w:rPr>
                <w:rFonts w:ascii="Cambria" w:hAnsi="Cambria" w:cs="Arial"/>
                <w:b/>
              </w:rPr>
            </w:pPr>
            <w:r w:rsidRPr="00E23273">
              <w:rPr>
                <w:rFonts w:ascii="Cambria" w:hAnsi="Cambria" w:cs="Arial"/>
                <w:b/>
              </w:rPr>
              <w:t>C</w:t>
            </w:r>
            <w:r w:rsidR="007F3E87" w:rsidRPr="00E23273">
              <w:rPr>
                <w:rFonts w:ascii="Cambria" w:hAnsi="Cambria" w:cs="Arial"/>
                <w:b/>
              </w:rPr>
              <w:t>zęś</w:t>
            </w:r>
            <w:r w:rsidRPr="00E23273">
              <w:rPr>
                <w:rFonts w:ascii="Cambria" w:hAnsi="Cambria" w:cs="Arial"/>
                <w:b/>
              </w:rPr>
              <w:t>ć nr</w:t>
            </w:r>
          </w:p>
        </w:tc>
        <w:tc>
          <w:tcPr>
            <w:tcW w:w="7512" w:type="dxa"/>
            <w:vAlign w:val="center"/>
          </w:tcPr>
          <w:p w14:paraId="1ADEE8E0" w14:textId="77777777" w:rsidR="007F3E87" w:rsidRPr="00E23273" w:rsidRDefault="007F3E87" w:rsidP="007F3E87">
            <w:pPr>
              <w:jc w:val="center"/>
              <w:rPr>
                <w:rFonts w:ascii="Cambria" w:hAnsi="Cambria" w:cs="Arial"/>
                <w:b/>
              </w:rPr>
            </w:pPr>
            <w:r w:rsidRPr="00E23273">
              <w:rPr>
                <w:rFonts w:ascii="Cambria" w:hAnsi="Cambria" w:cs="Arial"/>
                <w:b/>
              </w:rPr>
              <w:t>Cena oferty</w:t>
            </w:r>
          </w:p>
        </w:tc>
      </w:tr>
      <w:tr w:rsidR="00BC3730" w:rsidRPr="00E23273" w14:paraId="5CB6A5F0" w14:textId="77777777" w:rsidTr="00E23273">
        <w:tc>
          <w:tcPr>
            <w:tcW w:w="1276" w:type="dxa"/>
            <w:vAlign w:val="center"/>
          </w:tcPr>
          <w:p w14:paraId="1D62E1B8" w14:textId="77777777" w:rsidR="00BC3730" w:rsidRPr="00E23273" w:rsidRDefault="00BC3730" w:rsidP="00E23273">
            <w:pPr>
              <w:spacing w:line="360" w:lineRule="auto"/>
              <w:jc w:val="center"/>
              <w:rPr>
                <w:rFonts w:ascii="Cambria" w:hAnsi="Cambria" w:cs="Arial"/>
              </w:rPr>
            </w:pPr>
            <w:r w:rsidRPr="00E23273">
              <w:rPr>
                <w:rFonts w:ascii="Cambria" w:hAnsi="Cambria" w:cs="Arial"/>
              </w:rPr>
              <w:t>1</w:t>
            </w:r>
          </w:p>
        </w:tc>
        <w:tc>
          <w:tcPr>
            <w:tcW w:w="7512" w:type="dxa"/>
          </w:tcPr>
          <w:p w14:paraId="757A208A"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00E23273" w:rsidRPr="00E23273">
              <w:rPr>
                <w:rFonts w:ascii="Cambria" w:hAnsi="Cambria" w:cs="Arial"/>
              </w:rPr>
              <w:t>Sukcesywna</w:t>
            </w:r>
            <w:r w:rsidRPr="00E23273">
              <w:rPr>
                <w:rFonts w:ascii="Cambria" w:hAnsi="Cambria" w:cs="Arial"/>
              </w:rPr>
              <w:t xml:space="preserve"> dostawa  pieczywa i wyrobów piekarskich</w:t>
            </w:r>
          </w:p>
          <w:p w14:paraId="693F4006"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3A88039E"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0EFF8B49"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7C8F1C8C"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19472D6F"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5AA6B77E"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48DA3124"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759C2025"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018A2521"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lastRenderedPageBreak/>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2BBF15DE"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23961477" w14:textId="77777777" w:rsidTr="00E23273">
        <w:tc>
          <w:tcPr>
            <w:tcW w:w="1276" w:type="dxa"/>
            <w:vAlign w:val="center"/>
          </w:tcPr>
          <w:p w14:paraId="6608C7AE" w14:textId="77777777" w:rsidR="00BC3730" w:rsidRPr="00E23273" w:rsidRDefault="00BC3730" w:rsidP="00E23273">
            <w:pPr>
              <w:spacing w:line="360" w:lineRule="auto"/>
              <w:jc w:val="center"/>
              <w:rPr>
                <w:rFonts w:ascii="Cambria" w:hAnsi="Cambria" w:cs="Arial"/>
              </w:rPr>
            </w:pPr>
            <w:r w:rsidRPr="00E23273">
              <w:rPr>
                <w:rFonts w:ascii="Cambria" w:hAnsi="Cambria" w:cs="Arial"/>
              </w:rPr>
              <w:lastRenderedPageBreak/>
              <w:t>2</w:t>
            </w:r>
          </w:p>
        </w:tc>
        <w:tc>
          <w:tcPr>
            <w:tcW w:w="7512" w:type="dxa"/>
          </w:tcPr>
          <w:p w14:paraId="79E15E7C" w14:textId="7F7C1BE5"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 xml:space="preserve">Sukcesywna dostawa różnych </w:t>
            </w:r>
            <w:r w:rsidR="00B62300" w:rsidRPr="00E23273">
              <w:rPr>
                <w:rFonts w:ascii="Cambria" w:hAnsi="Cambria" w:cs="Arial"/>
              </w:rPr>
              <w:t>artykułów</w:t>
            </w:r>
            <w:r w:rsidRPr="00E23273">
              <w:rPr>
                <w:rFonts w:ascii="Cambria" w:hAnsi="Cambria" w:cs="Arial"/>
              </w:rPr>
              <w:t xml:space="preserve"> spożywczych</w:t>
            </w:r>
          </w:p>
          <w:p w14:paraId="55F2BA0D"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5BD85A11"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160413BF"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35764A7F"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1614C840"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3652F81F"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280591EF"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78BC3B0A"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6831D7D4"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5B31E11E"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64B29764" w14:textId="77777777" w:rsidTr="00E23273">
        <w:tc>
          <w:tcPr>
            <w:tcW w:w="1276" w:type="dxa"/>
            <w:vAlign w:val="center"/>
          </w:tcPr>
          <w:p w14:paraId="4F9BE788" w14:textId="77777777" w:rsidR="00BC3730" w:rsidRPr="00E23273" w:rsidRDefault="00BC3730" w:rsidP="00E23273">
            <w:pPr>
              <w:spacing w:line="360" w:lineRule="auto"/>
              <w:jc w:val="center"/>
              <w:rPr>
                <w:rFonts w:ascii="Cambria" w:hAnsi="Cambria" w:cs="Arial"/>
              </w:rPr>
            </w:pPr>
            <w:r w:rsidRPr="00E23273">
              <w:rPr>
                <w:rFonts w:ascii="Cambria" w:hAnsi="Cambria" w:cs="Arial"/>
              </w:rPr>
              <w:t>3</w:t>
            </w:r>
          </w:p>
        </w:tc>
        <w:tc>
          <w:tcPr>
            <w:tcW w:w="7512" w:type="dxa"/>
          </w:tcPr>
          <w:p w14:paraId="2B0E1F21"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produktów mleczarskich</w:t>
            </w:r>
          </w:p>
          <w:p w14:paraId="57CCFCD8"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6E0CCBB9"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7BF06F91"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51F4F527"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3D6DAD2A"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3398EF7D"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0D284FFA"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5E90DAD2"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7627A28C"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6993C327"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5D4DEF5C" w14:textId="77777777" w:rsidTr="00E23273">
        <w:tc>
          <w:tcPr>
            <w:tcW w:w="1276" w:type="dxa"/>
            <w:vAlign w:val="center"/>
          </w:tcPr>
          <w:p w14:paraId="3266CA92" w14:textId="77777777" w:rsidR="00BC3730" w:rsidRPr="00E23273" w:rsidRDefault="00BC3730" w:rsidP="00E23273">
            <w:pPr>
              <w:spacing w:line="360" w:lineRule="auto"/>
              <w:jc w:val="center"/>
              <w:rPr>
                <w:rFonts w:ascii="Cambria" w:hAnsi="Cambria" w:cs="Arial"/>
              </w:rPr>
            </w:pPr>
            <w:r w:rsidRPr="00E23273">
              <w:rPr>
                <w:rFonts w:ascii="Cambria" w:hAnsi="Cambria" w:cs="Arial"/>
              </w:rPr>
              <w:t>4</w:t>
            </w:r>
          </w:p>
        </w:tc>
        <w:tc>
          <w:tcPr>
            <w:tcW w:w="7512" w:type="dxa"/>
          </w:tcPr>
          <w:p w14:paraId="2C760474"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mięsa i produktów mięsnych wieprzowych</w:t>
            </w:r>
          </w:p>
          <w:p w14:paraId="46959F92"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75177E2D"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215071E5"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262E2740"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53A4798C"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67D7CBA5"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lastRenderedPageBreak/>
              <w:t xml:space="preserve">II KRYTERIUM </w:t>
            </w:r>
          </w:p>
          <w:p w14:paraId="5CAC6656"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5CDED293"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6B41295E"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3DDCDE6E"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6EEC7F05" w14:textId="77777777" w:rsidTr="00E23273">
        <w:tc>
          <w:tcPr>
            <w:tcW w:w="1276" w:type="dxa"/>
            <w:vAlign w:val="center"/>
          </w:tcPr>
          <w:p w14:paraId="11E48E9E" w14:textId="77777777" w:rsidR="00BC3730" w:rsidRPr="00E23273" w:rsidRDefault="00BC3730" w:rsidP="00E23273">
            <w:pPr>
              <w:spacing w:line="360" w:lineRule="auto"/>
              <w:jc w:val="center"/>
              <w:rPr>
                <w:rFonts w:ascii="Cambria" w:hAnsi="Cambria" w:cs="Arial"/>
              </w:rPr>
            </w:pPr>
            <w:r w:rsidRPr="00E23273">
              <w:rPr>
                <w:rFonts w:ascii="Cambria" w:hAnsi="Cambria" w:cs="Arial"/>
              </w:rPr>
              <w:lastRenderedPageBreak/>
              <w:t>5</w:t>
            </w:r>
          </w:p>
        </w:tc>
        <w:tc>
          <w:tcPr>
            <w:tcW w:w="7512" w:type="dxa"/>
          </w:tcPr>
          <w:p w14:paraId="083FEFFC"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mięsa i produktów mięsnych drobiowych</w:t>
            </w:r>
          </w:p>
          <w:p w14:paraId="17E64CF3"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7922B4CE"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437F3B52"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031395A1"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215FF6FD"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799315E9"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1ABC7FDC"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4C81EA45"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2F05409E"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778CC849"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601F6FA6" w14:textId="77777777" w:rsidTr="00E23273">
        <w:tc>
          <w:tcPr>
            <w:tcW w:w="1276" w:type="dxa"/>
            <w:vAlign w:val="center"/>
          </w:tcPr>
          <w:p w14:paraId="01D1CF3E" w14:textId="77777777" w:rsidR="00BC3730" w:rsidRPr="00E23273" w:rsidRDefault="00BC3730" w:rsidP="00E23273">
            <w:pPr>
              <w:spacing w:line="360" w:lineRule="auto"/>
              <w:jc w:val="center"/>
              <w:rPr>
                <w:rFonts w:ascii="Cambria" w:hAnsi="Cambria" w:cs="Arial"/>
              </w:rPr>
            </w:pPr>
            <w:r w:rsidRPr="00E23273">
              <w:rPr>
                <w:rFonts w:ascii="Cambria" w:hAnsi="Cambria" w:cs="Arial"/>
              </w:rPr>
              <w:t>6</w:t>
            </w:r>
          </w:p>
        </w:tc>
        <w:tc>
          <w:tcPr>
            <w:tcW w:w="7512" w:type="dxa"/>
          </w:tcPr>
          <w:p w14:paraId="69082AB4"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warzyw i owoców</w:t>
            </w:r>
          </w:p>
          <w:p w14:paraId="795B2989"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39555E10"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1B0657DE"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5D65A122"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1EE38C1E"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1A830A8E"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3038B125"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09F09DD4"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6EE38922"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2A10C341"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14A7572F" w14:textId="77777777" w:rsidTr="00E23273">
        <w:tc>
          <w:tcPr>
            <w:tcW w:w="1276" w:type="dxa"/>
            <w:vAlign w:val="center"/>
          </w:tcPr>
          <w:p w14:paraId="310B27BF" w14:textId="77777777" w:rsidR="00BC3730" w:rsidRPr="00E23273" w:rsidRDefault="00BC3730" w:rsidP="00E23273">
            <w:pPr>
              <w:spacing w:line="360" w:lineRule="auto"/>
              <w:jc w:val="center"/>
              <w:rPr>
                <w:rFonts w:ascii="Cambria" w:hAnsi="Cambria" w:cs="Arial"/>
              </w:rPr>
            </w:pPr>
            <w:r w:rsidRPr="00E23273">
              <w:rPr>
                <w:rFonts w:ascii="Cambria" w:hAnsi="Cambria" w:cs="Arial"/>
              </w:rPr>
              <w:t>7</w:t>
            </w:r>
          </w:p>
        </w:tc>
        <w:tc>
          <w:tcPr>
            <w:tcW w:w="7512" w:type="dxa"/>
          </w:tcPr>
          <w:p w14:paraId="14008835"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mrożonek</w:t>
            </w:r>
          </w:p>
          <w:p w14:paraId="7376071B"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11FB9D4F"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7CCE94F8" w14:textId="77777777" w:rsidR="00BC3730" w:rsidRPr="00E23273" w:rsidRDefault="00BC3730" w:rsidP="00E23273">
            <w:pPr>
              <w:spacing w:line="360" w:lineRule="auto"/>
              <w:rPr>
                <w:rFonts w:ascii="Cambria" w:hAnsi="Cambria" w:cs="Arial"/>
              </w:rPr>
            </w:pPr>
            <w:r w:rsidRPr="00E23273">
              <w:rPr>
                <w:rFonts w:ascii="Cambria" w:hAnsi="Cambria" w:cs="Arial"/>
              </w:rPr>
              <w:lastRenderedPageBreak/>
              <w:t>Stawka podatku VAT ......... %,</w:t>
            </w:r>
          </w:p>
          <w:p w14:paraId="1C35F3EB"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5CDB41BB"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62758816"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51F29613"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627427D3"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1D28AA16"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3C11DF11"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55B78580" w14:textId="77777777" w:rsidTr="00E23273">
        <w:tc>
          <w:tcPr>
            <w:tcW w:w="1276" w:type="dxa"/>
            <w:vAlign w:val="center"/>
          </w:tcPr>
          <w:p w14:paraId="72C86EE7" w14:textId="77777777" w:rsidR="00BC3730" w:rsidRPr="00E23273" w:rsidRDefault="00BC3730" w:rsidP="00E23273">
            <w:pPr>
              <w:spacing w:line="360" w:lineRule="auto"/>
              <w:jc w:val="center"/>
              <w:rPr>
                <w:rFonts w:ascii="Cambria" w:hAnsi="Cambria" w:cs="Arial"/>
              </w:rPr>
            </w:pPr>
            <w:r w:rsidRPr="00E23273">
              <w:rPr>
                <w:rFonts w:ascii="Cambria" w:hAnsi="Cambria" w:cs="Arial"/>
              </w:rPr>
              <w:lastRenderedPageBreak/>
              <w:t>8</w:t>
            </w:r>
          </w:p>
        </w:tc>
        <w:tc>
          <w:tcPr>
            <w:tcW w:w="7512" w:type="dxa"/>
          </w:tcPr>
          <w:p w14:paraId="0E53830A"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dań gotowych</w:t>
            </w:r>
          </w:p>
          <w:p w14:paraId="34D6D87F"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313C4D04"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716353DD"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0A953515"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19221A68"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4C5BCEF6"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791FA2A2"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4DAF16F0"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510FD937"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680CFFA0"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r w:rsidR="00BC3730" w:rsidRPr="00E23273" w14:paraId="3793071E" w14:textId="77777777" w:rsidTr="00E23273">
        <w:tc>
          <w:tcPr>
            <w:tcW w:w="1276" w:type="dxa"/>
            <w:vAlign w:val="center"/>
          </w:tcPr>
          <w:p w14:paraId="7C895A4F" w14:textId="77777777" w:rsidR="00BC3730" w:rsidRPr="00E23273" w:rsidRDefault="00BC3730" w:rsidP="00E23273">
            <w:pPr>
              <w:spacing w:line="360" w:lineRule="auto"/>
              <w:jc w:val="center"/>
              <w:rPr>
                <w:rFonts w:ascii="Cambria" w:hAnsi="Cambria" w:cs="Arial"/>
              </w:rPr>
            </w:pPr>
            <w:r w:rsidRPr="00E23273">
              <w:rPr>
                <w:rFonts w:ascii="Cambria" w:hAnsi="Cambria" w:cs="Arial"/>
              </w:rPr>
              <w:t>9</w:t>
            </w:r>
          </w:p>
        </w:tc>
        <w:tc>
          <w:tcPr>
            <w:tcW w:w="7512" w:type="dxa"/>
          </w:tcPr>
          <w:p w14:paraId="3C5A8E99" w14:textId="77777777" w:rsidR="00BC3730" w:rsidRPr="00E23273" w:rsidRDefault="00BC3730" w:rsidP="00E23273">
            <w:pPr>
              <w:spacing w:before="60" w:line="360" w:lineRule="auto"/>
              <w:jc w:val="both"/>
              <w:rPr>
                <w:rFonts w:ascii="Cambria" w:hAnsi="Cambria" w:cs="Arial"/>
                <w:b/>
              </w:rPr>
            </w:pPr>
            <w:r w:rsidRPr="00E23273">
              <w:rPr>
                <w:rFonts w:ascii="Cambria" w:hAnsi="Cambria" w:cs="Arial"/>
                <w:b/>
              </w:rPr>
              <w:t xml:space="preserve">Temat: </w:t>
            </w:r>
            <w:r w:rsidRPr="00E23273">
              <w:rPr>
                <w:rFonts w:ascii="Cambria" w:hAnsi="Cambria" w:cs="Arial"/>
              </w:rPr>
              <w:t>Sukcesywna dostawa jaj</w:t>
            </w:r>
          </w:p>
          <w:p w14:paraId="791D4DD5" w14:textId="77777777" w:rsidR="00BC3730" w:rsidRPr="00E23273" w:rsidRDefault="00BC3730" w:rsidP="00E23273">
            <w:pPr>
              <w:spacing w:line="360" w:lineRule="auto"/>
              <w:jc w:val="both"/>
              <w:rPr>
                <w:rFonts w:ascii="Cambria" w:hAnsi="Cambria" w:cs="Arial"/>
              </w:rPr>
            </w:pPr>
            <w:r w:rsidRPr="00E23273">
              <w:rPr>
                <w:rFonts w:ascii="Cambria" w:hAnsi="Cambria" w:cs="Arial"/>
              </w:rPr>
              <w:t xml:space="preserve">Cena netto ..................................... zł </w:t>
            </w:r>
          </w:p>
          <w:p w14:paraId="743FE4CE" w14:textId="77777777" w:rsidR="00BC3730" w:rsidRPr="00E23273" w:rsidRDefault="00BC3730" w:rsidP="00E23273">
            <w:pPr>
              <w:spacing w:line="360" w:lineRule="auto"/>
              <w:jc w:val="both"/>
              <w:rPr>
                <w:rFonts w:ascii="Cambria" w:hAnsi="Cambria" w:cs="Arial"/>
              </w:rPr>
            </w:pPr>
            <w:r w:rsidRPr="00E23273">
              <w:rPr>
                <w:rFonts w:ascii="Cambria" w:hAnsi="Cambria" w:cs="Arial"/>
              </w:rPr>
              <w:t>(słownie: ……............................................................................ zł),</w:t>
            </w:r>
          </w:p>
          <w:p w14:paraId="52399990" w14:textId="77777777" w:rsidR="00BC3730" w:rsidRPr="00E23273" w:rsidRDefault="00BC3730" w:rsidP="00E23273">
            <w:pPr>
              <w:spacing w:line="360" w:lineRule="auto"/>
              <w:rPr>
                <w:rFonts w:ascii="Cambria" w:hAnsi="Cambria" w:cs="Arial"/>
              </w:rPr>
            </w:pPr>
            <w:r w:rsidRPr="00E23273">
              <w:rPr>
                <w:rFonts w:ascii="Cambria" w:hAnsi="Cambria" w:cs="Arial"/>
              </w:rPr>
              <w:t>Stawka podatku VAT ......... %,</w:t>
            </w:r>
          </w:p>
          <w:p w14:paraId="06C5045B" w14:textId="77777777" w:rsidR="00BC3730" w:rsidRPr="00E23273" w:rsidRDefault="00BC3730" w:rsidP="00E23273">
            <w:pPr>
              <w:spacing w:after="60" w:line="360" w:lineRule="auto"/>
              <w:rPr>
                <w:rFonts w:ascii="Cambria" w:hAnsi="Cambria" w:cs="Arial"/>
              </w:rPr>
            </w:pPr>
            <w:r w:rsidRPr="00E23273">
              <w:rPr>
                <w:rFonts w:ascii="Cambria" w:hAnsi="Cambria" w:cs="Arial"/>
              </w:rPr>
              <w:t xml:space="preserve">Cena brutto ………........................ zł </w:t>
            </w:r>
          </w:p>
          <w:p w14:paraId="4F44BEC5" w14:textId="77777777" w:rsidR="00BC3730" w:rsidRPr="00E23273" w:rsidRDefault="00BC3730" w:rsidP="00E23273">
            <w:pPr>
              <w:spacing w:after="60" w:line="360" w:lineRule="auto"/>
              <w:rPr>
                <w:rFonts w:ascii="Cambria" w:hAnsi="Cambria" w:cs="Arial"/>
              </w:rPr>
            </w:pPr>
            <w:r w:rsidRPr="00E23273">
              <w:rPr>
                <w:rFonts w:ascii="Cambria" w:hAnsi="Cambria" w:cs="Arial"/>
              </w:rPr>
              <w:t>(słownie: .................................................................................... zł).</w:t>
            </w:r>
          </w:p>
          <w:p w14:paraId="1B576FC0" w14:textId="77777777" w:rsidR="00E23273" w:rsidRPr="00E23273" w:rsidRDefault="00E23273" w:rsidP="00E23273">
            <w:pPr>
              <w:spacing w:line="360" w:lineRule="auto"/>
              <w:jc w:val="both"/>
              <w:rPr>
                <w:rFonts w:ascii="Cambria" w:hAnsi="Cambria" w:cs="Arial"/>
                <w:b/>
              </w:rPr>
            </w:pPr>
            <w:r w:rsidRPr="00E23273">
              <w:rPr>
                <w:rFonts w:ascii="Cambria" w:hAnsi="Cambria" w:cs="Arial"/>
                <w:b/>
              </w:rPr>
              <w:t xml:space="preserve">II KRYTERIUM </w:t>
            </w:r>
          </w:p>
          <w:p w14:paraId="0466C69C" w14:textId="77777777" w:rsidR="00E23273" w:rsidRPr="00E23273" w:rsidRDefault="00E23273" w:rsidP="00E23273">
            <w:pPr>
              <w:spacing w:line="360" w:lineRule="auto"/>
              <w:jc w:val="both"/>
              <w:rPr>
                <w:rFonts w:ascii="Cambria" w:hAnsi="Cambria"/>
              </w:rPr>
            </w:pPr>
            <w:r w:rsidRPr="00E23273">
              <w:rPr>
                <w:rFonts w:ascii="Cambria" w:hAnsi="Cambria"/>
                <w:b/>
                <w:bCs/>
                <w:color w:val="000000"/>
              </w:rPr>
              <w:t>Oferujemy czas reakcji (termin dostawy w przypadku dostarczenia towaru wadliwego niezgodnego z zamówieniem)- *: </w:t>
            </w:r>
          </w:p>
          <w:p w14:paraId="75DE0870"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b/>
                <w:bCs/>
                <w:color w:val="000000"/>
              </w:rPr>
              <w:t xml:space="preserve"> do 1 godzin włącznie </w:t>
            </w:r>
            <w:r w:rsidRPr="00E23273">
              <w:rPr>
                <w:rFonts w:ascii="Cambria" w:hAnsi="Cambria"/>
                <w:color w:val="000000"/>
              </w:rPr>
              <w:t>od zgłoszenia wady przez Zamawiającego</w:t>
            </w:r>
          </w:p>
          <w:p w14:paraId="61F6B29D" w14:textId="77777777" w:rsidR="00E23273" w:rsidRPr="00E23273" w:rsidRDefault="00E23273" w:rsidP="00E23273">
            <w:pPr>
              <w:spacing w:line="360" w:lineRule="auto"/>
              <w:jc w:val="both"/>
              <w:rPr>
                <w:rFonts w:ascii="Cambria" w:hAnsi="Cambria"/>
              </w:rPr>
            </w:pPr>
            <w:r w:rsidRPr="00E23273">
              <w:rPr>
                <w:rFonts w:ascii="Segoe UI Symbol" w:hAnsi="Segoe UI Symbol" w:cs="Segoe UI Symbol"/>
                <w:color w:val="000000"/>
              </w:rPr>
              <w:t>☐</w:t>
            </w:r>
            <w:r w:rsidRPr="00E23273">
              <w:rPr>
                <w:rFonts w:ascii="Cambria" w:hAnsi="Cambria"/>
                <w:color w:val="000000"/>
              </w:rPr>
              <w:t xml:space="preserve"> </w:t>
            </w:r>
            <w:r w:rsidRPr="00E23273">
              <w:rPr>
                <w:rFonts w:ascii="Cambria" w:hAnsi="Cambria"/>
                <w:b/>
                <w:bCs/>
                <w:color w:val="000000"/>
              </w:rPr>
              <w:t xml:space="preserve">do 2 godzin włącznie </w:t>
            </w:r>
            <w:r w:rsidRPr="00E23273">
              <w:rPr>
                <w:rFonts w:ascii="Cambria" w:hAnsi="Cambria"/>
                <w:color w:val="000000"/>
              </w:rPr>
              <w:t>od zgłoszenia wady przez Zamawiającego </w:t>
            </w:r>
          </w:p>
          <w:p w14:paraId="502F09AD" w14:textId="77777777" w:rsidR="00E23273" w:rsidRPr="00E23273" w:rsidRDefault="00E23273" w:rsidP="00E23273">
            <w:pPr>
              <w:spacing w:after="60" w:line="360" w:lineRule="auto"/>
              <w:rPr>
                <w:rFonts w:ascii="Cambria" w:hAnsi="Cambria" w:cs="Arial"/>
              </w:rPr>
            </w:pPr>
            <w:r w:rsidRPr="00E23273">
              <w:rPr>
                <w:rFonts w:ascii="Cambria" w:hAnsi="Cambria"/>
                <w:color w:val="000000"/>
              </w:rPr>
              <w:t>*Proszę zaznaczyć.</w:t>
            </w:r>
          </w:p>
        </w:tc>
      </w:tr>
    </w:tbl>
    <w:p w14:paraId="4D68784F" w14:textId="77777777" w:rsidR="00E32DF6" w:rsidRPr="006306F3" w:rsidRDefault="00E32DF6" w:rsidP="00E32DF6">
      <w:pPr>
        <w:autoSpaceDE w:val="0"/>
        <w:autoSpaceDN w:val="0"/>
        <w:adjustRightInd w:val="0"/>
        <w:spacing w:line="360" w:lineRule="auto"/>
        <w:ind w:right="45"/>
        <w:jc w:val="both"/>
        <w:rPr>
          <w:rFonts w:ascii="Cambria" w:hAnsi="Cambria"/>
          <w:b/>
        </w:rPr>
      </w:pPr>
      <w:r w:rsidRPr="006306F3">
        <w:rPr>
          <w:rFonts w:ascii="Cambria" w:hAnsi="Cambria"/>
          <w:b/>
          <w:highlight w:val="red"/>
        </w:rPr>
        <w:lastRenderedPageBreak/>
        <w:t>UWAGA!!!!</w:t>
      </w:r>
    </w:p>
    <w:p w14:paraId="3BDC43F8" w14:textId="063F72D4" w:rsidR="00E32DF6" w:rsidRPr="006306F3" w:rsidRDefault="00E32DF6" w:rsidP="00E32DF6">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oferowanego  zadania częściowego. – Załącznik nr 1a-1</w:t>
      </w:r>
      <w:r>
        <w:rPr>
          <w:rFonts w:ascii="Cambria" w:hAnsi="Cambria"/>
          <w:color w:val="000000"/>
          <w:sz w:val="28"/>
          <w:szCs w:val="28"/>
          <w:shd w:val="clear" w:color="auto" w:fill="FFFF00"/>
        </w:rPr>
        <w:t xml:space="preserve">i </w:t>
      </w:r>
      <w:r w:rsidRPr="006306F3">
        <w:rPr>
          <w:rFonts w:ascii="Cambria" w:hAnsi="Cambria"/>
          <w:color w:val="000000"/>
          <w:sz w:val="28"/>
          <w:szCs w:val="28"/>
          <w:shd w:val="clear" w:color="auto" w:fill="FFFF00"/>
        </w:rPr>
        <w:t>do SWZ – dokument obowiązkowo  należy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0C284FB2" w14:textId="77777777" w:rsidR="00E32DF6" w:rsidRPr="00F3347F" w:rsidRDefault="00E32DF6" w:rsidP="00E32DF6">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018627E6"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12B559EE"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5247BBDB"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24FE8EF9"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54BFB07C"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58E27091"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02055D9F" w14:textId="77777777" w:rsidR="00E32DF6" w:rsidRPr="00F3347F" w:rsidRDefault="00E32DF6" w:rsidP="00E32DF6">
      <w:pPr>
        <w:pStyle w:val="Akapitzlist"/>
        <w:numPr>
          <w:ilvl w:val="0"/>
          <w:numId w:val="8"/>
        </w:numPr>
        <w:spacing w:before="240" w:line="360" w:lineRule="auto"/>
        <w:jc w:val="both"/>
        <w:rPr>
          <w:rFonts w:ascii="Cambria" w:hAnsi="Cambria" w:cs="Arial"/>
        </w:rPr>
      </w:pPr>
      <w:r w:rsidRPr="00F3347F">
        <w:rPr>
          <w:rFonts w:ascii="Cambria" w:hAnsi="Cambria"/>
          <w:lang w:eastAsia="zh-CN"/>
        </w:rPr>
        <w:t xml:space="preserve">gwarantujemy, że dostarczone produkty będą odpowiadały przepisom ustawy z 25 sierpnia 2006 r. o bezpieczeństwie żywności i żywienia (Dz.U.2023.1448 ze zm.) </w:t>
      </w:r>
      <w:r w:rsidRPr="00F3347F">
        <w:rPr>
          <w:rFonts w:ascii="Cambria" w:hAnsi="Cambria"/>
          <w:lang w:eastAsia="zh-CN"/>
        </w:rPr>
        <w:lastRenderedPageBreak/>
        <w:t>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14:paraId="22E5424E" w14:textId="77777777" w:rsidR="00E32DF6" w:rsidRPr="00F3347F" w:rsidRDefault="00E32DF6" w:rsidP="00E32DF6">
      <w:pPr>
        <w:pStyle w:val="Teksttreci0"/>
        <w:numPr>
          <w:ilvl w:val="0"/>
          <w:numId w:val="8"/>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502D5DE3" w14:textId="77777777" w:rsidR="00E32DF6" w:rsidRPr="00F3347F" w:rsidRDefault="00E32DF6" w:rsidP="00E32DF6">
      <w:pPr>
        <w:pStyle w:val="Akapitzlist"/>
        <w:numPr>
          <w:ilvl w:val="0"/>
          <w:numId w:val="8"/>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7777BD1B" w14:textId="77777777" w:rsidR="00E32DF6" w:rsidRPr="00F3347F" w:rsidRDefault="00E32DF6" w:rsidP="00E32DF6">
      <w:pPr>
        <w:pStyle w:val="Akapitzlist"/>
        <w:numPr>
          <w:ilvl w:val="0"/>
          <w:numId w:val="8"/>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479EA760" w14:textId="77777777" w:rsidR="00E32DF6" w:rsidRPr="006306F3" w:rsidRDefault="00E32DF6" w:rsidP="00E32DF6">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2C87DD60" w14:textId="77777777" w:rsidR="00E32DF6" w:rsidRPr="006306F3" w:rsidRDefault="00E32DF6" w:rsidP="00E32DF6">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73447AFF" w14:textId="77777777" w:rsidR="00E32DF6" w:rsidRPr="006306F3" w:rsidRDefault="00E32DF6" w:rsidP="00E32DF6">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252F81A6" w14:textId="77777777" w:rsidR="00E32DF6" w:rsidRPr="006306F3" w:rsidRDefault="00E32DF6" w:rsidP="00E32DF6">
      <w:pPr>
        <w:spacing w:before="120" w:after="120" w:line="276" w:lineRule="auto"/>
        <w:ind w:left="567"/>
        <w:jc w:val="both"/>
        <w:rPr>
          <w:rFonts w:ascii="Cambria" w:hAnsi="Cambria"/>
        </w:rPr>
      </w:pPr>
      <w:r w:rsidRPr="006306F3">
        <w:rPr>
          <w:rFonts w:ascii="Cambria" w:hAnsi="Cambria"/>
        </w:rPr>
        <w:t xml:space="preserve">………………………….…...……… - ……………………………………….. zł netto </w:t>
      </w:r>
    </w:p>
    <w:p w14:paraId="2A8D7E45" w14:textId="77777777" w:rsidR="00E32DF6" w:rsidRPr="006306F3" w:rsidRDefault="00E32DF6" w:rsidP="00E32DF6">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1131E30D" w14:textId="77777777" w:rsidR="00E32DF6" w:rsidRPr="006306F3" w:rsidRDefault="00E32DF6" w:rsidP="00E32DF6">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41E0363A" w14:textId="77777777" w:rsidR="00E32DF6" w:rsidRPr="006306F3" w:rsidRDefault="00E32DF6" w:rsidP="00E32DF6">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18D1401" w14:textId="77777777" w:rsidR="00E32DF6" w:rsidRPr="006306F3" w:rsidRDefault="00E32DF6" w:rsidP="00E32DF6">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2C454866" w14:textId="77777777" w:rsidR="00E32DF6" w:rsidRPr="006306F3" w:rsidRDefault="00E32DF6" w:rsidP="00E32DF6">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78F74951" w14:textId="77777777" w:rsidR="00E32DF6" w:rsidRPr="006306F3" w:rsidRDefault="00E32DF6" w:rsidP="00E32DF6">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E32DF6" w:rsidRPr="006306F3" w14:paraId="0B8F55CD" w14:textId="77777777" w:rsidTr="00976B44">
        <w:tc>
          <w:tcPr>
            <w:tcW w:w="1257" w:type="dxa"/>
            <w:tcBorders>
              <w:top w:val="single" w:sz="4" w:space="0" w:color="000000"/>
              <w:left w:val="single" w:sz="4" w:space="0" w:color="000000"/>
              <w:bottom w:val="single" w:sz="4" w:space="0" w:color="000000"/>
              <w:right w:val="single" w:sz="4" w:space="0" w:color="000000"/>
            </w:tcBorders>
            <w:hideMark/>
          </w:tcPr>
          <w:p w14:paraId="41C4A794" w14:textId="77777777" w:rsidR="00E32DF6" w:rsidRPr="006306F3" w:rsidRDefault="00E32DF6" w:rsidP="00976B44">
            <w:pPr>
              <w:autoSpaceDE w:val="0"/>
              <w:autoSpaceDN w:val="0"/>
              <w:adjustRightInd w:val="0"/>
              <w:rPr>
                <w:rFonts w:ascii="Cambria" w:hAnsi="Cambria"/>
              </w:rPr>
            </w:pPr>
            <w:proofErr w:type="spellStart"/>
            <w:r w:rsidRPr="006306F3">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305DBC0C" w14:textId="77777777" w:rsidR="00E32DF6" w:rsidRPr="006306F3" w:rsidRDefault="00E32DF6" w:rsidP="00976B44">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1703E5B0" w14:textId="77777777" w:rsidR="00E32DF6" w:rsidRPr="006306F3" w:rsidRDefault="00E32DF6" w:rsidP="00976B44">
            <w:pPr>
              <w:autoSpaceDE w:val="0"/>
              <w:autoSpaceDN w:val="0"/>
              <w:adjustRightInd w:val="0"/>
              <w:rPr>
                <w:rFonts w:ascii="Cambria" w:hAnsi="Cambria"/>
              </w:rPr>
            </w:pPr>
            <w:r w:rsidRPr="006306F3">
              <w:rPr>
                <w:rFonts w:ascii="Cambria" w:hAnsi="Cambria"/>
              </w:rPr>
              <w:t>Zakres rzeczowy</w:t>
            </w:r>
          </w:p>
        </w:tc>
      </w:tr>
      <w:tr w:rsidR="00E32DF6" w:rsidRPr="006306F3" w14:paraId="68D4FCD7" w14:textId="77777777" w:rsidTr="00976B44">
        <w:tc>
          <w:tcPr>
            <w:tcW w:w="1257" w:type="dxa"/>
            <w:tcBorders>
              <w:top w:val="single" w:sz="4" w:space="0" w:color="000000"/>
              <w:left w:val="single" w:sz="4" w:space="0" w:color="000000"/>
              <w:bottom w:val="single" w:sz="4" w:space="0" w:color="000000"/>
              <w:right w:val="single" w:sz="4" w:space="0" w:color="000000"/>
            </w:tcBorders>
          </w:tcPr>
          <w:p w14:paraId="14DB4A2E" w14:textId="77777777" w:rsidR="00E32DF6" w:rsidRPr="006306F3" w:rsidRDefault="00E32DF6" w:rsidP="00976B44">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3BB97CBC" w14:textId="77777777" w:rsidR="00E32DF6" w:rsidRPr="006306F3" w:rsidRDefault="00E32DF6" w:rsidP="00976B44">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5F310B6" w14:textId="77777777" w:rsidR="00E32DF6" w:rsidRPr="006306F3" w:rsidRDefault="00E32DF6" w:rsidP="00976B44">
            <w:pPr>
              <w:autoSpaceDE w:val="0"/>
              <w:autoSpaceDN w:val="0"/>
              <w:adjustRightInd w:val="0"/>
              <w:rPr>
                <w:rFonts w:ascii="Cambria" w:hAnsi="Cambria"/>
              </w:rPr>
            </w:pPr>
          </w:p>
        </w:tc>
      </w:tr>
      <w:tr w:rsidR="00E32DF6" w:rsidRPr="006306F3" w14:paraId="47E87C2F" w14:textId="77777777" w:rsidTr="00976B44">
        <w:tc>
          <w:tcPr>
            <w:tcW w:w="1257" w:type="dxa"/>
            <w:tcBorders>
              <w:top w:val="single" w:sz="4" w:space="0" w:color="000000"/>
              <w:left w:val="single" w:sz="4" w:space="0" w:color="000000"/>
              <w:bottom w:val="single" w:sz="4" w:space="0" w:color="000000"/>
              <w:right w:val="single" w:sz="4" w:space="0" w:color="000000"/>
            </w:tcBorders>
          </w:tcPr>
          <w:p w14:paraId="4DF4C56E" w14:textId="77777777" w:rsidR="00E32DF6" w:rsidRPr="006306F3" w:rsidRDefault="00E32DF6" w:rsidP="00976B44">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246FA6E" w14:textId="77777777" w:rsidR="00E32DF6" w:rsidRPr="006306F3" w:rsidRDefault="00E32DF6" w:rsidP="00976B44">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38023643" w14:textId="77777777" w:rsidR="00E32DF6" w:rsidRPr="006306F3" w:rsidRDefault="00E32DF6" w:rsidP="00976B44">
            <w:pPr>
              <w:autoSpaceDE w:val="0"/>
              <w:autoSpaceDN w:val="0"/>
              <w:adjustRightInd w:val="0"/>
              <w:rPr>
                <w:rFonts w:ascii="Cambria" w:hAnsi="Cambria"/>
              </w:rPr>
            </w:pPr>
          </w:p>
        </w:tc>
      </w:tr>
    </w:tbl>
    <w:p w14:paraId="3CF0FABB" w14:textId="77777777" w:rsidR="00E32DF6" w:rsidRPr="006306F3" w:rsidRDefault="00E32DF6" w:rsidP="00E32DF6">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03CFA1BE" w14:textId="77777777" w:rsidR="00E32DF6" w:rsidRPr="006306F3" w:rsidRDefault="00E32DF6" w:rsidP="00E32DF6">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postępowaniu</w:t>
      </w:r>
      <w:r w:rsidRPr="006306F3">
        <w:rPr>
          <w:rFonts w:ascii="Cambria" w:hAnsi="Cambria"/>
        </w:rPr>
        <w:t>.*</w:t>
      </w:r>
      <w:r w:rsidRPr="006306F3">
        <w:rPr>
          <w:rFonts w:ascii="Cambria" w:hAnsi="Cambria"/>
          <w:i/>
          <w:color w:val="000000"/>
        </w:rPr>
        <w:t xml:space="preserve"> /Jeśli nie dotyczy wykreślić/</w:t>
      </w:r>
    </w:p>
    <w:p w14:paraId="4F7CA647" w14:textId="77777777" w:rsidR="00E32DF6" w:rsidRPr="006306F3" w:rsidRDefault="00E32DF6" w:rsidP="00E32DF6">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7C03CABB" w14:textId="77777777" w:rsidR="00E32DF6" w:rsidRPr="006306F3" w:rsidRDefault="00E32DF6" w:rsidP="00E32DF6">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38855913" w14:textId="77777777" w:rsidR="00E32DF6" w:rsidRPr="006306F3" w:rsidRDefault="00E32DF6" w:rsidP="00E32DF6">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 należy podać nr KRS)…………………………………………….…………….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6EB71287" w14:textId="77777777" w:rsidR="00E32DF6" w:rsidRPr="006306F3" w:rsidRDefault="00E32DF6" w:rsidP="00E32DF6">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proofErr w:type="spellStart"/>
      <w:r w:rsidRPr="006306F3">
        <w:rPr>
          <w:rFonts w:ascii="Cambria" w:hAnsi="Cambria"/>
          <w:sz w:val="22"/>
          <w:szCs w:val="22"/>
        </w:rPr>
        <w:t>CEiDG</w:t>
      </w:r>
      <w:proofErr w:type="spell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004EC314" w14:textId="77777777" w:rsidR="00E32DF6" w:rsidRPr="006306F3" w:rsidRDefault="00E32DF6" w:rsidP="00E32DF6">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689E7775" w14:textId="77777777" w:rsidR="00E32DF6" w:rsidRPr="006306F3" w:rsidRDefault="00E32DF6" w:rsidP="00E32DF6">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2259AF41" w14:textId="77777777" w:rsidR="00E32DF6" w:rsidRPr="006306F3" w:rsidRDefault="00E32DF6" w:rsidP="00E32DF6">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A51A1E" w14:textId="77777777" w:rsidR="00E32DF6" w:rsidRPr="006306F3" w:rsidRDefault="00E32DF6" w:rsidP="00E32DF6">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E32DF6" w:rsidRPr="006306F3" w14:paraId="53C93CF6" w14:textId="77777777" w:rsidTr="00976B44">
        <w:tc>
          <w:tcPr>
            <w:tcW w:w="1405" w:type="pct"/>
            <w:hideMark/>
          </w:tcPr>
          <w:p w14:paraId="09E7D202" w14:textId="77777777" w:rsidR="00E32DF6" w:rsidRPr="006306F3" w:rsidRDefault="00E32DF6" w:rsidP="00976B44">
            <w:pPr>
              <w:spacing w:line="276" w:lineRule="auto"/>
              <w:jc w:val="both"/>
              <w:rPr>
                <w:rFonts w:ascii="Cambria" w:hAnsi="Cambria"/>
              </w:rPr>
            </w:pPr>
            <w:r w:rsidRPr="006306F3">
              <w:rPr>
                <w:rFonts w:ascii="Cambria" w:hAnsi="Cambria"/>
              </w:rPr>
              <w:t>……………………….,</w:t>
            </w:r>
          </w:p>
        </w:tc>
        <w:tc>
          <w:tcPr>
            <w:tcW w:w="1251" w:type="pct"/>
            <w:hideMark/>
          </w:tcPr>
          <w:p w14:paraId="1D7059CA" w14:textId="77777777" w:rsidR="00E32DF6" w:rsidRPr="006306F3" w:rsidRDefault="00E32DF6" w:rsidP="00976B44">
            <w:pPr>
              <w:spacing w:line="276" w:lineRule="auto"/>
              <w:jc w:val="center"/>
              <w:rPr>
                <w:rFonts w:ascii="Cambria" w:hAnsi="Cambria"/>
              </w:rPr>
            </w:pPr>
            <w:r w:rsidRPr="006306F3">
              <w:rPr>
                <w:rFonts w:ascii="Cambria" w:hAnsi="Cambria"/>
              </w:rPr>
              <w:t>……………….</w:t>
            </w:r>
          </w:p>
        </w:tc>
        <w:tc>
          <w:tcPr>
            <w:tcW w:w="2343" w:type="pct"/>
            <w:hideMark/>
          </w:tcPr>
          <w:p w14:paraId="7A3163A9" w14:textId="77777777" w:rsidR="00E32DF6" w:rsidRPr="006306F3" w:rsidRDefault="00E32DF6" w:rsidP="00976B44">
            <w:pPr>
              <w:spacing w:line="276" w:lineRule="auto"/>
              <w:jc w:val="right"/>
              <w:rPr>
                <w:rFonts w:ascii="Cambria" w:hAnsi="Cambria"/>
              </w:rPr>
            </w:pPr>
            <w:r w:rsidRPr="006306F3">
              <w:rPr>
                <w:rFonts w:ascii="Cambria" w:hAnsi="Cambria"/>
              </w:rPr>
              <w:t>…………………………………….</w:t>
            </w:r>
          </w:p>
        </w:tc>
      </w:tr>
      <w:tr w:rsidR="00E32DF6" w:rsidRPr="006306F3" w14:paraId="347B0D33" w14:textId="77777777" w:rsidTr="00976B44">
        <w:tc>
          <w:tcPr>
            <w:tcW w:w="1405" w:type="pct"/>
            <w:hideMark/>
          </w:tcPr>
          <w:p w14:paraId="6A3478DD" w14:textId="77777777" w:rsidR="00E32DF6" w:rsidRPr="006306F3" w:rsidRDefault="00E32DF6" w:rsidP="00976B44">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7A0DABC5" w14:textId="77777777" w:rsidR="00E32DF6" w:rsidRPr="006306F3" w:rsidRDefault="00E32DF6" w:rsidP="00976B44">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79839D93" w14:textId="77777777" w:rsidR="00E32DF6" w:rsidRPr="006306F3" w:rsidRDefault="00E32DF6" w:rsidP="00976B44">
            <w:pPr>
              <w:spacing w:line="276" w:lineRule="auto"/>
              <w:jc w:val="right"/>
              <w:rPr>
                <w:rFonts w:ascii="Cambria" w:hAnsi="Cambria"/>
                <w:b/>
                <w:i/>
                <w:iCs/>
                <w:sz w:val="16"/>
                <w:szCs w:val="16"/>
              </w:rPr>
            </w:pPr>
          </w:p>
          <w:p w14:paraId="4940F7BA" w14:textId="77777777" w:rsidR="00E32DF6" w:rsidRPr="006306F3" w:rsidRDefault="00E32DF6" w:rsidP="00976B44">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5C6C86FD" w14:textId="77777777" w:rsidR="00E32DF6" w:rsidRPr="006306F3" w:rsidRDefault="00E32DF6" w:rsidP="00976B44">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4A8391BE" w14:textId="77777777" w:rsidR="00E32DF6" w:rsidRPr="006306F3" w:rsidRDefault="00E32DF6" w:rsidP="00976B44">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FB63BEF" w14:textId="77777777" w:rsidR="00E32DF6" w:rsidRPr="006306F3" w:rsidRDefault="00E32DF6" w:rsidP="00E32DF6">
      <w:pPr>
        <w:spacing w:before="240" w:line="360" w:lineRule="auto"/>
        <w:jc w:val="both"/>
        <w:rPr>
          <w:rFonts w:ascii="Cambria" w:hAnsi="Cambria" w:cs="Arial"/>
          <w:iCs/>
          <w:sz w:val="20"/>
          <w:szCs w:val="20"/>
        </w:rPr>
      </w:pPr>
    </w:p>
    <w:p w14:paraId="3D263AEF" w14:textId="77777777" w:rsidR="00E32DF6" w:rsidRPr="006306F3" w:rsidRDefault="00E32DF6" w:rsidP="00E32DF6">
      <w:pPr>
        <w:spacing w:before="240" w:line="360" w:lineRule="auto"/>
        <w:jc w:val="both"/>
        <w:rPr>
          <w:rFonts w:ascii="Cambria" w:hAnsi="Cambria" w:cs="Arial"/>
          <w:iCs/>
          <w:sz w:val="20"/>
          <w:szCs w:val="20"/>
        </w:rPr>
      </w:pPr>
    </w:p>
    <w:p w14:paraId="7EAFA715" w14:textId="77777777" w:rsidR="00E32DF6" w:rsidRPr="006306F3" w:rsidRDefault="00E32DF6" w:rsidP="00E32DF6">
      <w:pPr>
        <w:spacing w:before="240" w:line="360" w:lineRule="auto"/>
        <w:jc w:val="both"/>
        <w:rPr>
          <w:rFonts w:ascii="Cambria" w:hAnsi="Cambria" w:cs="Arial"/>
          <w:iCs/>
          <w:sz w:val="20"/>
          <w:szCs w:val="20"/>
        </w:rPr>
      </w:pPr>
    </w:p>
    <w:p w14:paraId="2330CA4B" w14:textId="77777777" w:rsidR="00814ACA" w:rsidRPr="00E23273" w:rsidRDefault="00814ACA" w:rsidP="00E32DF6">
      <w:pPr>
        <w:pStyle w:val="Nagwek2"/>
        <w:keepNext w:val="0"/>
        <w:widowControl/>
        <w:spacing w:line="360" w:lineRule="auto"/>
        <w:jc w:val="both"/>
        <w:rPr>
          <w:rFonts w:ascii="Cambria" w:hAnsi="Cambria" w:cs="Arial"/>
          <w:iCs/>
          <w:sz w:val="20"/>
        </w:rPr>
      </w:pPr>
    </w:p>
    <w:sectPr w:rsidR="00814ACA" w:rsidRPr="00E23273" w:rsidSect="00C11FEF">
      <w:footerReference w:type="default" r:id="rId10"/>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4CFD8" w14:textId="77777777" w:rsidR="00B5597D" w:rsidRDefault="00B5597D" w:rsidP="00FF57EE">
      <w:r>
        <w:separator/>
      </w:r>
    </w:p>
  </w:endnote>
  <w:endnote w:type="continuationSeparator" w:id="0">
    <w:p w14:paraId="151B833C" w14:textId="77777777" w:rsidR="00B5597D" w:rsidRDefault="00B5597D"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6AAD1" w14:textId="71E9A777" w:rsidR="00E23273" w:rsidRPr="00563DC0" w:rsidRDefault="00E23273"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E8752D">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E8752D">
      <w:rPr>
        <w:rFonts w:ascii="Arial" w:eastAsia="Calibri" w:hAnsi="Arial"/>
        <w:noProof/>
        <w:sz w:val="18"/>
        <w:szCs w:val="18"/>
        <w:lang w:eastAsia="en-US"/>
      </w:rPr>
      <w:t>8</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1D355" w14:textId="77777777" w:rsidR="00B5597D" w:rsidRDefault="00B5597D" w:rsidP="00FF57EE">
      <w:r>
        <w:separator/>
      </w:r>
    </w:p>
  </w:footnote>
  <w:footnote w:type="continuationSeparator" w:id="0">
    <w:p w14:paraId="5D610F1F" w14:textId="77777777" w:rsidR="00B5597D" w:rsidRDefault="00B5597D" w:rsidP="00FF57EE">
      <w:r>
        <w:continuationSeparator/>
      </w:r>
    </w:p>
  </w:footnote>
  <w:footnote w:id="1">
    <w:p w14:paraId="1E199B25" w14:textId="77777777" w:rsidR="00E32DF6" w:rsidRPr="00C754AE" w:rsidRDefault="00E32DF6" w:rsidP="00E32DF6">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5761A1D9" w14:textId="77777777" w:rsidR="00E32DF6" w:rsidRPr="00C754AE" w:rsidRDefault="00E32DF6" w:rsidP="00E32DF6">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E5D34E6"/>
    <w:multiLevelType w:val="hybridMultilevel"/>
    <w:tmpl w:val="1A1E680E"/>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5F53416F"/>
    <w:multiLevelType w:val="multilevel"/>
    <w:tmpl w:val="19E0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7"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945308833">
    <w:abstractNumId w:val="6"/>
  </w:num>
  <w:num w:numId="2" w16cid:durableId="2061857308">
    <w:abstractNumId w:val="3"/>
  </w:num>
  <w:num w:numId="3" w16cid:durableId="779295428">
    <w:abstractNumId w:val="5"/>
  </w:num>
  <w:num w:numId="4" w16cid:durableId="339702509">
    <w:abstractNumId w:val="7"/>
  </w:num>
  <w:num w:numId="5" w16cid:durableId="1895119333">
    <w:abstractNumId w:val="0"/>
  </w:num>
  <w:num w:numId="6" w16cid:durableId="2127919369">
    <w:abstractNumId w:val="4"/>
    <w:lvlOverride w:ilvl="0">
      <w:lvl w:ilvl="0">
        <w:numFmt w:val="lowerLetter"/>
        <w:lvlText w:val="%1."/>
        <w:lvlJc w:val="left"/>
      </w:lvl>
    </w:lvlOverride>
  </w:num>
  <w:num w:numId="7" w16cid:durableId="1943223377">
    <w:abstractNumId w:val="1"/>
  </w:num>
  <w:num w:numId="8" w16cid:durableId="730805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58B"/>
    <w:rsid w:val="00077EBA"/>
    <w:rsid w:val="001063D3"/>
    <w:rsid w:val="001129C0"/>
    <w:rsid w:val="00140C27"/>
    <w:rsid w:val="00193F60"/>
    <w:rsid w:val="001C7D84"/>
    <w:rsid w:val="001F1C13"/>
    <w:rsid w:val="00216425"/>
    <w:rsid w:val="002214DB"/>
    <w:rsid w:val="00237290"/>
    <w:rsid w:val="00253194"/>
    <w:rsid w:val="00267D1F"/>
    <w:rsid w:val="00284085"/>
    <w:rsid w:val="002A516E"/>
    <w:rsid w:val="002C23F2"/>
    <w:rsid w:val="002E612D"/>
    <w:rsid w:val="00321F37"/>
    <w:rsid w:val="0035342E"/>
    <w:rsid w:val="00367F75"/>
    <w:rsid w:val="003A37A9"/>
    <w:rsid w:val="003B769C"/>
    <w:rsid w:val="003E0201"/>
    <w:rsid w:val="00497AEE"/>
    <w:rsid w:val="004A1393"/>
    <w:rsid w:val="004C59EC"/>
    <w:rsid w:val="004D4F17"/>
    <w:rsid w:val="004D5A42"/>
    <w:rsid w:val="004E4F1B"/>
    <w:rsid w:val="00525EFF"/>
    <w:rsid w:val="0055458B"/>
    <w:rsid w:val="005564F9"/>
    <w:rsid w:val="00563DC0"/>
    <w:rsid w:val="00574A9C"/>
    <w:rsid w:val="005844F6"/>
    <w:rsid w:val="005F6F5F"/>
    <w:rsid w:val="00640768"/>
    <w:rsid w:val="006522FA"/>
    <w:rsid w:val="006B63D6"/>
    <w:rsid w:val="006C641D"/>
    <w:rsid w:val="006D09E0"/>
    <w:rsid w:val="007A0908"/>
    <w:rsid w:val="007D475B"/>
    <w:rsid w:val="007E331F"/>
    <w:rsid w:val="007F15EA"/>
    <w:rsid w:val="007F3E87"/>
    <w:rsid w:val="00814ACA"/>
    <w:rsid w:val="008779ED"/>
    <w:rsid w:val="008C5531"/>
    <w:rsid w:val="009312B4"/>
    <w:rsid w:val="00932E17"/>
    <w:rsid w:val="009569B2"/>
    <w:rsid w:val="0097776D"/>
    <w:rsid w:val="00983D1D"/>
    <w:rsid w:val="009B316D"/>
    <w:rsid w:val="009D75A8"/>
    <w:rsid w:val="00A23973"/>
    <w:rsid w:val="00A30343"/>
    <w:rsid w:val="00A50E18"/>
    <w:rsid w:val="00A8509D"/>
    <w:rsid w:val="00A92D3A"/>
    <w:rsid w:val="00AA39D6"/>
    <w:rsid w:val="00AB0E8F"/>
    <w:rsid w:val="00AC6F2E"/>
    <w:rsid w:val="00AE2ACB"/>
    <w:rsid w:val="00AF4AC3"/>
    <w:rsid w:val="00AF662E"/>
    <w:rsid w:val="00B42ED4"/>
    <w:rsid w:val="00B47637"/>
    <w:rsid w:val="00B5597D"/>
    <w:rsid w:val="00B56BE6"/>
    <w:rsid w:val="00B62300"/>
    <w:rsid w:val="00B86D25"/>
    <w:rsid w:val="00B87AFB"/>
    <w:rsid w:val="00B9086B"/>
    <w:rsid w:val="00B94530"/>
    <w:rsid w:val="00B964C4"/>
    <w:rsid w:val="00BC3730"/>
    <w:rsid w:val="00BC4F99"/>
    <w:rsid w:val="00BE474D"/>
    <w:rsid w:val="00C11FEF"/>
    <w:rsid w:val="00C22F7D"/>
    <w:rsid w:val="00C749A9"/>
    <w:rsid w:val="00C754AE"/>
    <w:rsid w:val="00C85374"/>
    <w:rsid w:val="00CE1552"/>
    <w:rsid w:val="00CE3AE6"/>
    <w:rsid w:val="00D410B3"/>
    <w:rsid w:val="00D554C7"/>
    <w:rsid w:val="00D5631A"/>
    <w:rsid w:val="00D613AB"/>
    <w:rsid w:val="00D75795"/>
    <w:rsid w:val="00D9286D"/>
    <w:rsid w:val="00DC336F"/>
    <w:rsid w:val="00E1735C"/>
    <w:rsid w:val="00E23273"/>
    <w:rsid w:val="00E32DF6"/>
    <w:rsid w:val="00E8752D"/>
    <w:rsid w:val="00EA28A0"/>
    <w:rsid w:val="00EB7584"/>
    <w:rsid w:val="00ED4154"/>
    <w:rsid w:val="00EF1FDB"/>
    <w:rsid w:val="00EF7B33"/>
    <w:rsid w:val="00F134D5"/>
    <w:rsid w:val="00F31EAC"/>
    <w:rsid w:val="00F7377B"/>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2F50A"/>
  <w15:chartTrackingRefBased/>
  <w15:docId w15:val="{6049A000-A03E-428F-A8D6-C08AC98B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34"/>
    <w:qFormat/>
    <w:locked/>
    <w:rsid w:val="00E23273"/>
    <w:rPr>
      <w:rFonts w:ascii="Times New Roman" w:eastAsia="Times New Roman" w:hAnsi="Times New Roman"/>
      <w:sz w:val="24"/>
      <w:szCs w:val="24"/>
    </w:rPr>
  </w:style>
  <w:style w:type="paragraph" w:styleId="NormalnyWeb">
    <w:name w:val="Normal (Web)"/>
    <w:basedOn w:val="Normalny"/>
    <w:uiPriority w:val="99"/>
    <w:unhideWhenUsed/>
    <w:rsid w:val="00E32DF6"/>
    <w:pPr>
      <w:spacing w:before="100" w:beforeAutospacing="1" w:after="100" w:afterAutospacing="1"/>
    </w:pPr>
  </w:style>
  <w:style w:type="character" w:styleId="Hipercze">
    <w:name w:val="Hyperlink"/>
    <w:uiPriority w:val="99"/>
    <w:unhideWhenUsed/>
    <w:rsid w:val="00E32DF6"/>
    <w:rPr>
      <w:color w:val="0563C1"/>
      <w:u w:val="single"/>
    </w:rPr>
  </w:style>
  <w:style w:type="character" w:customStyle="1" w:styleId="Teksttreci">
    <w:name w:val="Tekst treści_"/>
    <w:basedOn w:val="Domylnaczcionkaakapitu"/>
    <w:link w:val="Teksttreci0"/>
    <w:locked/>
    <w:rsid w:val="00E32DF6"/>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E32DF6"/>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D06EE-9B4E-45B7-A703-3B61AB352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TotalTime>
  <Pages>8</Pages>
  <Words>2069</Words>
  <Characters>12415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5</cp:revision>
  <dcterms:created xsi:type="dcterms:W3CDTF">2025-11-28T07:27:00Z</dcterms:created>
  <dcterms:modified xsi:type="dcterms:W3CDTF">2025-12-04T15:26:00Z</dcterms:modified>
</cp:coreProperties>
</file>